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4464B" w14:textId="77777777" w:rsidR="00282B06" w:rsidRDefault="00282B06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bookmarkStart w:id="0" w:name="_GoBack"/>
      <w:bookmarkEnd w:id="0"/>
    </w:p>
    <w:p w14:paraId="2B84464C" w14:textId="63F8A4B0" w:rsidR="007F46F1" w:rsidRPr="000B450B" w:rsidRDefault="00ED5150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rFonts w:cs="Arial"/>
        </w:rPr>
        <w:t xml:space="preserve">                                                                              </w:t>
      </w:r>
      <w:r w:rsidR="001837C5" w:rsidRPr="000B450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844661" wp14:editId="2B844662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2540" r="4445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>
            <w:pict>
              <v:rect w14:anchorId="10010DA8" id="Rectangle 11" o:spid="_x0000_s1026" style="position:absolute;margin-left:508.05pt;margin-top:-54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CPeQ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VbjHCNF&#10;OijRB0gaUTvJUZaF/PTGVeD2aB5siNCZjaafHVJ62YIbv7NW9y0nDFhF/+TqQFAcHEXb/q1mAE/2&#10;XsdUHRvbBUBIAjrGijw9V4QfPaKwOZ1P5inUjYIpz+dTkIFRQq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gB76DAhMUITq9BGOFLPXr9fLMWPwA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LqPgI95AgAA+w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7F46F1" w:rsidRPr="000B450B">
        <w:rPr>
          <w:rFonts w:cs="Arial"/>
          <w:b/>
          <w:szCs w:val="22"/>
          <w:u w:val="single"/>
        </w:rPr>
        <w:t>ČESTNÉ PROHLÁŠENÍ</w:t>
      </w:r>
      <w:r w:rsidR="0071388A" w:rsidRPr="000B450B">
        <w:rPr>
          <w:rFonts w:cs="Arial"/>
          <w:b/>
          <w:szCs w:val="22"/>
          <w:u w:val="single"/>
        </w:rPr>
        <w:t xml:space="preserve"> </w:t>
      </w:r>
      <w:r w:rsidR="007F46F1" w:rsidRPr="000B450B">
        <w:rPr>
          <w:rFonts w:cs="Arial"/>
          <w:b/>
          <w:szCs w:val="22"/>
          <w:u w:val="single"/>
        </w:rPr>
        <w:t xml:space="preserve">o splnění základní </w:t>
      </w:r>
      <w:r w:rsidR="00535DD8" w:rsidRPr="000B450B">
        <w:rPr>
          <w:rFonts w:cs="Arial"/>
          <w:b/>
          <w:szCs w:val="22"/>
          <w:u w:val="single"/>
        </w:rPr>
        <w:t xml:space="preserve">způsobilosti </w:t>
      </w:r>
      <w:r w:rsidR="007F46F1" w:rsidRPr="000B450B">
        <w:rPr>
          <w:rFonts w:cs="Arial"/>
          <w:b/>
          <w:szCs w:val="22"/>
          <w:u w:val="single"/>
        </w:rPr>
        <w:t xml:space="preserve">podle § </w:t>
      </w:r>
      <w:r w:rsidR="00535DD8" w:rsidRPr="000B450B">
        <w:rPr>
          <w:rFonts w:cs="Arial"/>
          <w:b/>
          <w:szCs w:val="22"/>
          <w:u w:val="single"/>
        </w:rPr>
        <w:t>74</w:t>
      </w:r>
      <w:r w:rsidR="007F46F1" w:rsidRPr="000B450B">
        <w:rPr>
          <w:rFonts w:cs="Arial"/>
          <w:b/>
          <w:szCs w:val="22"/>
          <w:u w:val="single"/>
        </w:rPr>
        <w:t xml:space="preserve"> zákona č.</w:t>
      </w:r>
      <w:r w:rsidR="00535DD8" w:rsidRPr="000B450B">
        <w:rPr>
          <w:rFonts w:cs="Arial"/>
          <w:b/>
          <w:u w:val="single"/>
        </w:rPr>
        <w:t xml:space="preserve"> 134/2016 Sb., o zadávání veřejných zakázek, </w:t>
      </w:r>
      <w:r w:rsidR="007F46F1" w:rsidRPr="000B450B">
        <w:rPr>
          <w:rFonts w:cs="Arial"/>
          <w:b/>
          <w:szCs w:val="22"/>
          <w:u w:val="single"/>
        </w:rPr>
        <w:t>v platném znění</w:t>
      </w:r>
    </w:p>
    <w:p w14:paraId="2B84464D" w14:textId="778B38F8" w:rsidR="007F46F1" w:rsidRPr="000B450B" w:rsidRDefault="007F46F1" w:rsidP="00B725C3">
      <w:pPr>
        <w:numPr>
          <w:ilvl w:val="0"/>
          <w:numId w:val="3"/>
        </w:numPr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Já, níže podepsaný zástupce </w:t>
      </w:r>
      <w:r w:rsidR="005B65D2">
        <w:rPr>
          <w:rFonts w:cs="Arial"/>
        </w:rPr>
        <w:t>účastníka</w:t>
      </w:r>
      <w:r w:rsidRPr="000B450B">
        <w:rPr>
          <w:rFonts w:cs="Arial"/>
        </w:rPr>
        <w:t xml:space="preserve">, tímto čestně prohlašuji, že </w:t>
      </w:r>
      <w:r w:rsidR="005B65D2">
        <w:rPr>
          <w:rFonts w:cs="Arial"/>
        </w:rPr>
        <w:t>účastník</w:t>
      </w:r>
      <w:r w:rsidR="000D0F75" w:rsidRPr="000B450B">
        <w:rPr>
          <w:rFonts w:cs="Arial"/>
        </w:rPr>
        <w:t xml:space="preserve"> </w:t>
      </w:r>
      <w:r w:rsidR="00483736">
        <w:rPr>
          <w:rFonts w:cs="Arial"/>
        </w:rPr>
        <w:t>v</w:t>
      </w:r>
      <w:r w:rsidR="00F55180" w:rsidRPr="000B450B">
        <w:rPr>
          <w:rFonts w:cs="Arial"/>
        </w:rPr>
        <w:t> </w:t>
      </w:r>
      <w:r w:rsidRPr="000B450B">
        <w:rPr>
          <w:rFonts w:cs="Arial"/>
        </w:rPr>
        <w:t>zakáz</w:t>
      </w:r>
      <w:r w:rsidR="00483736">
        <w:rPr>
          <w:rFonts w:cs="Arial"/>
        </w:rPr>
        <w:t>ce</w:t>
      </w:r>
      <w:r w:rsidRPr="000B450B">
        <w:rPr>
          <w:rFonts w:cs="Arial"/>
        </w:rPr>
        <w:t xml:space="preserve"> </w:t>
      </w:r>
      <w:r w:rsidR="001E5EDC" w:rsidRPr="000B450B">
        <w:rPr>
          <w:rFonts w:eastAsia="Calibri" w:cs="Arial"/>
          <w:b/>
          <w:lang w:eastAsia="en-US"/>
        </w:rPr>
        <w:t>„</w:t>
      </w:r>
      <w:r w:rsidR="00E51D59">
        <w:rPr>
          <w:rFonts w:eastAsia="Calibri" w:cs="Arial"/>
          <w:b/>
          <w:lang w:eastAsia="en-US"/>
        </w:rPr>
        <w:t>Dodávka ultrazvukového přístroje pro superkonziliární urologickou diagnostiku</w:t>
      </w:r>
      <w:r w:rsidR="00D549BB" w:rsidRPr="000B450B">
        <w:rPr>
          <w:rFonts w:eastAsia="Calibri" w:cs="Arial"/>
          <w:b/>
          <w:lang w:eastAsia="en-US"/>
        </w:rPr>
        <w:t>“</w:t>
      </w:r>
      <w:r w:rsidR="006B7660" w:rsidRPr="000B450B">
        <w:rPr>
          <w:rFonts w:eastAsia="Calibri" w:cs="Arial"/>
          <w:b/>
          <w:lang w:eastAsia="en-US"/>
        </w:rPr>
        <w:t xml:space="preserve"> </w:t>
      </w:r>
      <w:r w:rsidRPr="000B450B">
        <w:rPr>
          <w:rFonts w:cs="Arial"/>
        </w:rPr>
        <w:t xml:space="preserve">splňuje </w:t>
      </w:r>
      <w:r w:rsidR="00535DD8" w:rsidRPr="000B450B">
        <w:rPr>
          <w:rFonts w:cs="Arial"/>
        </w:rPr>
        <w:t>základní způsobilost</w:t>
      </w:r>
      <w:r w:rsidRPr="000B450B">
        <w:rPr>
          <w:rFonts w:cs="Arial"/>
        </w:rPr>
        <w:t>, neboť:</w:t>
      </w:r>
    </w:p>
    <w:p w14:paraId="2B84464E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  <w:bCs/>
          <w:lang w:val="x-none" w:eastAsia="x-none"/>
        </w:rPr>
      </w:pPr>
      <w:r w:rsidRPr="000B450B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2B84464F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v evidenci daní zachycen splatný daňový nedoplatek, </w:t>
      </w:r>
      <w:r w:rsidR="00644EF2" w:rsidRPr="000B450B">
        <w:rPr>
          <w:rFonts w:cs="Arial"/>
        </w:rPr>
        <w:t>a to ani ve vztahu ke spotřební dani,</w:t>
      </w:r>
    </w:p>
    <w:p w14:paraId="2B844650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B844651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B844652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B844653" w14:textId="77777777" w:rsidR="00535DD8" w:rsidRPr="000B450B" w:rsidRDefault="00535DD8" w:rsidP="004166CF">
      <w:pPr>
        <w:spacing w:line="360" w:lineRule="auto"/>
        <w:jc w:val="both"/>
        <w:rPr>
          <w:rFonts w:cs="Arial"/>
        </w:rPr>
      </w:pPr>
    </w:p>
    <w:p w14:paraId="2B844654" w14:textId="79AF51D3" w:rsidR="00535DD8" w:rsidRPr="000B450B" w:rsidRDefault="00535DD8" w:rsidP="004166CF">
      <w:pPr>
        <w:numPr>
          <w:ilvl w:val="0"/>
          <w:numId w:val="3"/>
        </w:numPr>
        <w:spacing w:line="360" w:lineRule="auto"/>
        <w:ind w:left="0"/>
        <w:jc w:val="both"/>
        <w:rPr>
          <w:rFonts w:cs="Arial"/>
        </w:rPr>
      </w:pPr>
      <w:r w:rsidRPr="000B450B">
        <w:t xml:space="preserve">Dále čestně prohlašuji, že je-li </w:t>
      </w:r>
      <w:r w:rsidR="00BF6F4A">
        <w:t>účastníkem</w:t>
      </w:r>
      <w:r w:rsidRPr="000B450B">
        <w:t xml:space="preserve"> právnická osoba, podmínku podle odstavce 1 písm. a) splňuje tato právnická osoba a zároveň každý člen statutárního orgánu. Je-li členem statutárního orgánu </w:t>
      </w:r>
      <w:r w:rsidR="00BF6F4A">
        <w:t>účastníka</w:t>
      </w:r>
      <w:r w:rsidRPr="000B450B">
        <w:t xml:space="preserve"> právnická osoba, podmínku podle odstavce 1 písm. a) splňuje </w:t>
      </w:r>
    </w:p>
    <w:p w14:paraId="2B844655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a) tato právnická osoba, </w:t>
      </w:r>
    </w:p>
    <w:p w14:paraId="2B844656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b) každý člen statutárního orgánu této právnické osoby a </w:t>
      </w:r>
    </w:p>
    <w:p w14:paraId="2B844657" w14:textId="09B24FC6" w:rsidR="00535DD8" w:rsidRPr="000B450B" w:rsidRDefault="00535DD8" w:rsidP="004166CF">
      <w:pPr>
        <w:spacing w:line="360" w:lineRule="auto"/>
        <w:jc w:val="both"/>
      </w:pPr>
      <w:r w:rsidRPr="000B450B">
        <w:t xml:space="preserve">c) osoba zastupující tuto právnickou osobu v statutárním orgánu </w:t>
      </w:r>
      <w:r w:rsidR="00BF6F4A">
        <w:t>účastníka</w:t>
      </w:r>
      <w:r w:rsidRPr="000B450B">
        <w:t xml:space="preserve">. </w:t>
      </w:r>
    </w:p>
    <w:p w14:paraId="2B844658" w14:textId="77777777" w:rsidR="00535DD8" w:rsidRPr="000B450B" w:rsidRDefault="00535DD8" w:rsidP="004166CF">
      <w:pPr>
        <w:spacing w:line="360" w:lineRule="auto"/>
        <w:jc w:val="both"/>
      </w:pPr>
    </w:p>
    <w:p w14:paraId="2B844659" w14:textId="77777777" w:rsidR="00535DD8" w:rsidRPr="000B450B" w:rsidRDefault="00535DD8" w:rsidP="004166CF">
      <w:pPr>
        <w:numPr>
          <w:ilvl w:val="0"/>
          <w:numId w:val="3"/>
        </w:numPr>
        <w:spacing w:line="360" w:lineRule="auto"/>
        <w:ind w:left="0"/>
        <w:jc w:val="both"/>
      </w:pPr>
      <w:r w:rsidRPr="000B450B">
        <w:t xml:space="preserve">Dále čestně prohlašuji, že účastní-li se zadávacího řízení pobočka závodu </w:t>
      </w:r>
    </w:p>
    <w:p w14:paraId="2B84465A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a) zahraniční právnické osoby, podmínku podle odstavce 1 písm. a) splňuje tato právnická osoba a vedoucí pobočky závodu, </w:t>
      </w:r>
    </w:p>
    <w:p w14:paraId="2B84465B" w14:textId="77777777" w:rsidR="00535DD8" w:rsidRPr="000B450B" w:rsidRDefault="00535DD8" w:rsidP="004166CF">
      <w:pPr>
        <w:spacing w:line="360" w:lineRule="auto"/>
        <w:jc w:val="both"/>
      </w:pPr>
      <w:r w:rsidRPr="000B450B">
        <w:t>b) české právnické osoby, podmínku po</w:t>
      </w:r>
      <w:r w:rsidR="005D77CC" w:rsidRPr="000B450B">
        <w:t xml:space="preserve">dle odstavce 1 písm. a) splňují </w:t>
      </w:r>
      <w:r w:rsidRPr="000B450B">
        <w:t xml:space="preserve">osoby uvedené v odstavci 2 a vedoucí pobočky závodu. </w:t>
      </w:r>
    </w:p>
    <w:p w14:paraId="2B84465C" w14:textId="77777777" w:rsidR="007F46F1" w:rsidRPr="000B450B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B84465D" w14:textId="77777777" w:rsidR="00644EF2" w:rsidRPr="000B450B" w:rsidRDefault="00644EF2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B84465E" w14:textId="77777777" w:rsidR="007F46F1" w:rsidRPr="000B450B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0B450B">
        <w:rPr>
          <w:rFonts w:cs="Arial"/>
          <w:szCs w:val="22"/>
        </w:rPr>
        <w:t>V …………………… dne ……………</w:t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  <w:t>..…......………………………………….</w:t>
      </w:r>
    </w:p>
    <w:p w14:paraId="2B84465F" w14:textId="3DA480C4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cs="Arial"/>
        </w:rPr>
      </w:pPr>
      <w:r w:rsidRPr="000B450B">
        <w:rPr>
          <w:rFonts w:cs="Arial"/>
        </w:rPr>
        <w:t>Razítko a podpis osoby oprávněné jednat za</w:t>
      </w:r>
      <w:r w:rsidR="001837C5" w:rsidRPr="000B450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844663" wp14:editId="2B84466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810" r="4445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>
            <w:pict>
              <v:rect w14:anchorId="4857685B" id="Rectangle 14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x/leA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Qa1w0iR&#10;Dkr0AZJG1E5ylBUhP71xFbg9mgcbInRmo+lnh5RetuDG76zVfcsJA1ZZ8E+uDgTFwVG07d9qBvBk&#10;73VM1bGxXQCEJKBjrMjTc0X40SMKm9P5ZJ5C3SiY8nw+BTncQK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" stroked="f"/>
            </w:pict>
          </mc:Fallback>
        </mc:AlternateContent>
      </w:r>
      <w:r w:rsidR="00F55180" w:rsidRPr="000B450B">
        <w:rPr>
          <w:rFonts w:cs="Arial"/>
        </w:rPr>
        <w:t> </w:t>
      </w:r>
      <w:r w:rsidR="000F6194">
        <w:rPr>
          <w:rFonts w:cs="Arial"/>
        </w:rPr>
        <w:t>účastníka</w:t>
      </w:r>
    </w:p>
    <w:p w14:paraId="2B844660" w14:textId="77777777" w:rsidR="00BE3F6E" w:rsidRDefault="00BE3F6E"/>
    <w:sectPr w:rsidR="00BE3F6E" w:rsidSect="00644EF2">
      <w:headerReference w:type="default" r:id="rId10"/>
      <w:pgSz w:w="11906" w:h="16838"/>
      <w:pgMar w:top="1191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DE43C" w14:textId="77777777" w:rsidR="004052FF" w:rsidRDefault="004052FF">
      <w:r>
        <w:separator/>
      </w:r>
    </w:p>
  </w:endnote>
  <w:endnote w:type="continuationSeparator" w:id="0">
    <w:p w14:paraId="755358EB" w14:textId="77777777" w:rsidR="004052FF" w:rsidRDefault="0040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00712" w14:textId="77777777" w:rsidR="004052FF" w:rsidRDefault="004052FF">
      <w:r>
        <w:separator/>
      </w:r>
    </w:p>
  </w:footnote>
  <w:footnote w:type="continuationSeparator" w:id="0">
    <w:p w14:paraId="64BD58A0" w14:textId="77777777" w:rsidR="004052FF" w:rsidRDefault="00405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A0C34" w14:textId="1283C970" w:rsidR="004166CF" w:rsidRDefault="004166CF" w:rsidP="00FE2DAC">
    <w:pPr>
      <w:pStyle w:val="Zhlav"/>
      <w:rPr>
        <w:rFonts w:cstheme="minorHAnsi"/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D39C23" wp14:editId="19A340D4">
          <wp:simplePos x="0" y="0"/>
          <wp:positionH relativeFrom="margin">
            <wp:align>left</wp:align>
          </wp:positionH>
          <wp:positionV relativeFrom="paragraph">
            <wp:posOffset>-633095</wp:posOffset>
          </wp:positionV>
          <wp:extent cx="5341620" cy="1022985"/>
          <wp:effectExtent l="0" t="0" r="0" b="571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1022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7EA49" w14:textId="77777777" w:rsidR="004166CF" w:rsidRDefault="004166CF" w:rsidP="00FE2DAC">
    <w:pPr>
      <w:pStyle w:val="Zhlav"/>
      <w:rPr>
        <w:rFonts w:cstheme="minorHAnsi"/>
        <w:b/>
      </w:rPr>
    </w:pPr>
  </w:p>
  <w:p w14:paraId="70E98595" w14:textId="77777777" w:rsidR="004166CF" w:rsidRDefault="004166CF" w:rsidP="00FE2DAC">
    <w:pPr>
      <w:pStyle w:val="Zhlav"/>
      <w:rPr>
        <w:rFonts w:cstheme="minorHAnsi"/>
        <w:b/>
      </w:rPr>
    </w:pPr>
  </w:p>
  <w:p w14:paraId="64079447" w14:textId="77777777" w:rsidR="004166CF" w:rsidRDefault="004166CF" w:rsidP="00FE2DAC">
    <w:pPr>
      <w:pStyle w:val="Zhlav"/>
      <w:rPr>
        <w:rFonts w:cstheme="minorHAnsi"/>
        <w:b/>
      </w:rPr>
    </w:pPr>
  </w:p>
  <w:p w14:paraId="5B12AFFA" w14:textId="4EAB60E7" w:rsidR="00FE2DAC" w:rsidRDefault="00FE2DAC" w:rsidP="00FE2DAC">
    <w:pPr>
      <w:pStyle w:val="Zhlav"/>
      <w:rPr>
        <w:rFonts w:asciiTheme="minorHAnsi" w:hAnsiTheme="minorHAnsi"/>
        <w:sz w:val="22"/>
      </w:rPr>
    </w:pPr>
    <w:r>
      <w:rPr>
        <w:rFonts w:cstheme="minorHAnsi"/>
        <w:b/>
      </w:rPr>
      <w:t xml:space="preserve">Příloha zadávací dokumentace č. </w:t>
    </w:r>
    <w:r w:rsidR="005B65D2">
      <w:rPr>
        <w:rFonts w:cstheme="minorHAnsi"/>
        <w:b/>
      </w:rPr>
      <w:t>3</w:t>
    </w:r>
    <w:r>
      <w:rPr>
        <w:rFonts w:cstheme="minorHAnsi"/>
        <w:b/>
      </w:rPr>
      <w:t xml:space="preserve"> - </w:t>
    </w:r>
    <w:r w:rsidR="00A87171" w:rsidRPr="00A87171">
      <w:rPr>
        <w:rFonts w:cstheme="minorHAnsi"/>
        <w:b/>
      </w:rPr>
      <w:tab/>
      <w:t xml:space="preserve">Čestné prohlášení </w:t>
    </w:r>
    <w:r w:rsidR="005B65D2">
      <w:rPr>
        <w:rFonts w:cstheme="minorHAnsi"/>
        <w:b/>
      </w:rPr>
      <w:t>účastníka</w:t>
    </w:r>
    <w:r w:rsidR="00A87171" w:rsidRPr="00A87171">
      <w:rPr>
        <w:rFonts w:cstheme="minorHAnsi"/>
        <w:b/>
      </w:rPr>
      <w:t xml:space="preserve"> o prokázání základní způsobilosti</w:t>
    </w:r>
  </w:p>
  <w:p w14:paraId="0ED086BF" w14:textId="77777777" w:rsidR="00FE2DAC" w:rsidRDefault="00FE2D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83"/>
    <w:rsid w:val="00023813"/>
    <w:rsid w:val="00023D63"/>
    <w:rsid w:val="000423E7"/>
    <w:rsid w:val="000503F0"/>
    <w:rsid w:val="00083DFF"/>
    <w:rsid w:val="000947A0"/>
    <w:rsid w:val="000B450B"/>
    <w:rsid w:val="000B7B97"/>
    <w:rsid w:val="000D0F75"/>
    <w:rsid w:val="000E61FA"/>
    <w:rsid w:val="000E73A3"/>
    <w:rsid w:val="000F6194"/>
    <w:rsid w:val="00153020"/>
    <w:rsid w:val="0018201E"/>
    <w:rsid w:val="001834ED"/>
    <w:rsid w:val="001837C5"/>
    <w:rsid w:val="001969D9"/>
    <w:rsid w:val="001A3249"/>
    <w:rsid w:val="001E33F3"/>
    <w:rsid w:val="001E5EDC"/>
    <w:rsid w:val="00234DD0"/>
    <w:rsid w:val="00265A27"/>
    <w:rsid w:val="00275766"/>
    <w:rsid w:val="002762E3"/>
    <w:rsid w:val="00282B06"/>
    <w:rsid w:val="002E47B2"/>
    <w:rsid w:val="002E7E64"/>
    <w:rsid w:val="002F4CF0"/>
    <w:rsid w:val="00312FED"/>
    <w:rsid w:val="00313854"/>
    <w:rsid w:val="00330C60"/>
    <w:rsid w:val="0039037B"/>
    <w:rsid w:val="003B02AF"/>
    <w:rsid w:val="003B36AC"/>
    <w:rsid w:val="003C7568"/>
    <w:rsid w:val="003D3D6E"/>
    <w:rsid w:val="004052FF"/>
    <w:rsid w:val="004166CF"/>
    <w:rsid w:val="0043058B"/>
    <w:rsid w:val="0044272E"/>
    <w:rsid w:val="00445D43"/>
    <w:rsid w:val="0046059E"/>
    <w:rsid w:val="00464FFA"/>
    <w:rsid w:val="00483736"/>
    <w:rsid w:val="00497A22"/>
    <w:rsid w:val="004B147B"/>
    <w:rsid w:val="004B2315"/>
    <w:rsid w:val="004B4CC0"/>
    <w:rsid w:val="004D64AE"/>
    <w:rsid w:val="00511EBC"/>
    <w:rsid w:val="00524492"/>
    <w:rsid w:val="00535DD8"/>
    <w:rsid w:val="00536A08"/>
    <w:rsid w:val="00571752"/>
    <w:rsid w:val="005A2740"/>
    <w:rsid w:val="005B65D2"/>
    <w:rsid w:val="005B75FC"/>
    <w:rsid w:val="005D77CC"/>
    <w:rsid w:val="00605362"/>
    <w:rsid w:val="006173DA"/>
    <w:rsid w:val="00644EF2"/>
    <w:rsid w:val="00654837"/>
    <w:rsid w:val="00695B0A"/>
    <w:rsid w:val="006B3D4E"/>
    <w:rsid w:val="006B7660"/>
    <w:rsid w:val="006C3779"/>
    <w:rsid w:val="00704543"/>
    <w:rsid w:val="0071388A"/>
    <w:rsid w:val="00716EEB"/>
    <w:rsid w:val="00721587"/>
    <w:rsid w:val="00735E20"/>
    <w:rsid w:val="00743E10"/>
    <w:rsid w:val="00757FDC"/>
    <w:rsid w:val="007B6093"/>
    <w:rsid w:val="007F46F1"/>
    <w:rsid w:val="008156B2"/>
    <w:rsid w:val="008366E5"/>
    <w:rsid w:val="00862B31"/>
    <w:rsid w:val="0087304B"/>
    <w:rsid w:val="008B31C8"/>
    <w:rsid w:val="008C1B4F"/>
    <w:rsid w:val="008D3A31"/>
    <w:rsid w:val="008D7854"/>
    <w:rsid w:val="008E44BF"/>
    <w:rsid w:val="008F1649"/>
    <w:rsid w:val="00900E1E"/>
    <w:rsid w:val="00905B5E"/>
    <w:rsid w:val="00906E85"/>
    <w:rsid w:val="00910AA4"/>
    <w:rsid w:val="009371A4"/>
    <w:rsid w:val="0096429F"/>
    <w:rsid w:val="00A60D52"/>
    <w:rsid w:val="00A87171"/>
    <w:rsid w:val="00AA0F55"/>
    <w:rsid w:val="00AA4D7D"/>
    <w:rsid w:val="00AC3EED"/>
    <w:rsid w:val="00AE0796"/>
    <w:rsid w:val="00B16D55"/>
    <w:rsid w:val="00B34AE5"/>
    <w:rsid w:val="00B64055"/>
    <w:rsid w:val="00B725C3"/>
    <w:rsid w:val="00BB640E"/>
    <w:rsid w:val="00BB681C"/>
    <w:rsid w:val="00BB7CDD"/>
    <w:rsid w:val="00BE3F6E"/>
    <w:rsid w:val="00BF4B07"/>
    <w:rsid w:val="00BF6F4A"/>
    <w:rsid w:val="00C23A29"/>
    <w:rsid w:val="00C25865"/>
    <w:rsid w:val="00C36165"/>
    <w:rsid w:val="00C4263C"/>
    <w:rsid w:val="00C53016"/>
    <w:rsid w:val="00C6252E"/>
    <w:rsid w:val="00C71EED"/>
    <w:rsid w:val="00CA166F"/>
    <w:rsid w:val="00CA2132"/>
    <w:rsid w:val="00CE045C"/>
    <w:rsid w:val="00CE3F72"/>
    <w:rsid w:val="00D27F01"/>
    <w:rsid w:val="00D549BB"/>
    <w:rsid w:val="00D83853"/>
    <w:rsid w:val="00DA5283"/>
    <w:rsid w:val="00DF779C"/>
    <w:rsid w:val="00E12BA1"/>
    <w:rsid w:val="00E3110E"/>
    <w:rsid w:val="00E51D59"/>
    <w:rsid w:val="00E81D9C"/>
    <w:rsid w:val="00E9714C"/>
    <w:rsid w:val="00EA7192"/>
    <w:rsid w:val="00ED5150"/>
    <w:rsid w:val="00F10C79"/>
    <w:rsid w:val="00F14B97"/>
    <w:rsid w:val="00F47456"/>
    <w:rsid w:val="00F50A93"/>
    <w:rsid w:val="00F55180"/>
    <w:rsid w:val="00F65E5E"/>
    <w:rsid w:val="00F73C75"/>
    <w:rsid w:val="00F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4464B"/>
  <w15:chartTrackingRefBased/>
  <w15:docId w15:val="{8D2348F9-A7D7-48B6-BE5B-B442EA6E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676BD5-979D-46D0-944F-DBD266E137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48A8CE-1129-494D-9821-270213AD1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A6166E-7295-411A-A5B4-4B5B3E42B0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papír.dot</Template>
  <TotalTime>1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dc:description/>
  <cp:lastModifiedBy>František Patočka, Ing. MBA</cp:lastModifiedBy>
  <cp:revision>3</cp:revision>
  <cp:lastPrinted>2011-12-19T02:50:00Z</cp:lastPrinted>
  <dcterms:created xsi:type="dcterms:W3CDTF">2022-08-11T09:29:00Z</dcterms:created>
  <dcterms:modified xsi:type="dcterms:W3CDTF">2022-08-11T09:39:00Z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2021-03-11T11:45:05.6353190Z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068ca517-3baa-49fc-832a-5eb49dbe7361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0x0101003982F19D5B9C164687FB30321494E4CE</vt:lpwstr>
  </property>
</Properties>
</file>